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31414" w14:textId="77777777" w:rsidR="004A68DA" w:rsidRPr="00B169DF" w:rsidRDefault="004A68DA" w:rsidP="004A68DA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201667857"/>
      <w:r w:rsidRPr="00FE0F41">
        <w:rPr>
          <w:rFonts w:ascii="Corbel" w:hAnsi="Corbel"/>
          <w:bCs/>
          <w:i/>
        </w:rPr>
        <w:t>Załącznik nr 1.5 do Zarządzenia Rektora UR nr 61/2025</w:t>
      </w:r>
    </w:p>
    <w:p w14:paraId="449623B3" w14:textId="77777777" w:rsidR="004A68DA" w:rsidRPr="00B169DF" w:rsidRDefault="004A68DA" w:rsidP="004A68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EE45B19" w14:textId="77777777" w:rsidR="004A68DA" w:rsidRPr="00B169DF" w:rsidRDefault="004A68DA" w:rsidP="004A68D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987BC74" w14:textId="77777777" w:rsidR="004A68DA" w:rsidRPr="00B169DF" w:rsidRDefault="004A68DA" w:rsidP="004A68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75576F8" w14:textId="77777777" w:rsidR="004A68DA" w:rsidRPr="00B169DF" w:rsidRDefault="004A68DA" w:rsidP="004A68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bookmarkEnd w:id="0"/>
    <w:p w14:paraId="6DFC76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6186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70AC3B" w14:textId="77777777" w:rsidTr="004A68DA">
        <w:tc>
          <w:tcPr>
            <w:tcW w:w="2694" w:type="dxa"/>
            <w:vAlign w:val="center"/>
          </w:tcPr>
          <w:p w14:paraId="7D7FB92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EF0A73" w14:textId="77777777" w:rsidR="0085747A" w:rsidRPr="009C54AE" w:rsidRDefault="00313E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debaty filozoficzne</w:t>
            </w:r>
          </w:p>
        </w:tc>
      </w:tr>
      <w:tr w:rsidR="0085747A" w:rsidRPr="009C54AE" w14:paraId="29BEA2DE" w14:textId="77777777" w:rsidTr="004A68DA">
        <w:tc>
          <w:tcPr>
            <w:tcW w:w="2694" w:type="dxa"/>
            <w:vAlign w:val="center"/>
          </w:tcPr>
          <w:p w14:paraId="358C0DB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77E8C" w14:textId="77777777" w:rsidR="0085747A" w:rsidRPr="009C54AE" w:rsidRDefault="00D246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KM17</w:t>
            </w:r>
          </w:p>
        </w:tc>
      </w:tr>
      <w:tr w:rsidR="004A68DA" w:rsidRPr="009C54AE" w14:paraId="5CC93F32" w14:textId="77777777" w:rsidTr="004A68DA">
        <w:tc>
          <w:tcPr>
            <w:tcW w:w="2694" w:type="dxa"/>
            <w:vAlign w:val="center"/>
          </w:tcPr>
          <w:p w14:paraId="117AE89B" w14:textId="77777777" w:rsidR="004A68DA" w:rsidRPr="009C54AE" w:rsidRDefault="004A68DA" w:rsidP="004A68D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3A4080" w14:textId="561BF62A" w:rsidR="004A68DA" w:rsidRPr="009C54AE" w:rsidRDefault="004A68DA" w:rsidP="004A68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4A68DA" w:rsidRPr="009C54AE" w14:paraId="07F66491" w14:textId="77777777" w:rsidTr="004A68DA">
        <w:tc>
          <w:tcPr>
            <w:tcW w:w="2694" w:type="dxa"/>
            <w:vAlign w:val="center"/>
          </w:tcPr>
          <w:p w14:paraId="2F8A530E" w14:textId="77777777" w:rsidR="004A68DA" w:rsidRPr="009C54AE" w:rsidRDefault="004A68DA" w:rsidP="004A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A11D85" w14:textId="164B42C5" w:rsidR="004A68DA" w:rsidRPr="009C54AE" w:rsidRDefault="004A68DA" w:rsidP="004A68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079135E7" w14:textId="77777777" w:rsidTr="004A68DA">
        <w:tc>
          <w:tcPr>
            <w:tcW w:w="2694" w:type="dxa"/>
            <w:vAlign w:val="center"/>
          </w:tcPr>
          <w:p w14:paraId="127CBB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39EEF6" w14:textId="77777777" w:rsidR="0085747A" w:rsidRPr="009C54AE" w:rsidRDefault="00313E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2497DD28" w14:textId="77777777" w:rsidTr="004A68DA">
        <w:tc>
          <w:tcPr>
            <w:tcW w:w="2694" w:type="dxa"/>
            <w:vAlign w:val="center"/>
          </w:tcPr>
          <w:p w14:paraId="68CD8CE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A427CE" w14:textId="77777777" w:rsidR="0085747A" w:rsidRPr="009C54AE" w:rsidRDefault="00313E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BAB947D" w14:textId="77777777" w:rsidTr="004A68DA">
        <w:tc>
          <w:tcPr>
            <w:tcW w:w="2694" w:type="dxa"/>
            <w:vAlign w:val="center"/>
          </w:tcPr>
          <w:p w14:paraId="710C20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20C37" w14:textId="77777777" w:rsidR="0085747A" w:rsidRPr="009C54AE" w:rsidRDefault="00313E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D5790FF" w14:textId="77777777" w:rsidTr="004A68DA">
        <w:tc>
          <w:tcPr>
            <w:tcW w:w="2694" w:type="dxa"/>
            <w:vAlign w:val="center"/>
          </w:tcPr>
          <w:p w14:paraId="606C58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91BEF5" w14:textId="77777777" w:rsidR="0085747A" w:rsidRPr="009C54AE" w:rsidRDefault="00313E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9837E00" w14:textId="77777777" w:rsidTr="004A68DA">
        <w:tc>
          <w:tcPr>
            <w:tcW w:w="2694" w:type="dxa"/>
            <w:vAlign w:val="center"/>
          </w:tcPr>
          <w:p w14:paraId="536278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AB3100" w14:textId="77777777" w:rsidR="0085747A" w:rsidRPr="009C54AE" w:rsidRDefault="009866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313EEF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9C54AE" w14:paraId="01D5B74C" w14:textId="77777777" w:rsidTr="004A68DA">
        <w:tc>
          <w:tcPr>
            <w:tcW w:w="2694" w:type="dxa"/>
            <w:vAlign w:val="center"/>
          </w:tcPr>
          <w:p w14:paraId="2485BE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E0D846" w14:textId="77777777" w:rsidR="0085747A" w:rsidRPr="009C54AE" w:rsidRDefault="00313E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C30610" w14:textId="77777777" w:rsidTr="004A68DA">
        <w:tc>
          <w:tcPr>
            <w:tcW w:w="2694" w:type="dxa"/>
            <w:vAlign w:val="center"/>
          </w:tcPr>
          <w:p w14:paraId="7EE585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30DE0A" w14:textId="77777777" w:rsidR="00923D7D" w:rsidRPr="009C54AE" w:rsidRDefault="00313E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78952CE" w14:textId="77777777" w:rsidTr="004A68DA">
        <w:tc>
          <w:tcPr>
            <w:tcW w:w="2694" w:type="dxa"/>
            <w:vAlign w:val="center"/>
          </w:tcPr>
          <w:p w14:paraId="63CC8B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06DE42" w14:textId="77777777" w:rsidR="0085747A" w:rsidRPr="009C54AE" w:rsidRDefault="00313E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Żardecka</w:t>
            </w:r>
          </w:p>
        </w:tc>
      </w:tr>
      <w:tr w:rsidR="0085747A" w:rsidRPr="009C54AE" w14:paraId="066F58A8" w14:textId="77777777" w:rsidTr="004A68DA">
        <w:tc>
          <w:tcPr>
            <w:tcW w:w="2694" w:type="dxa"/>
            <w:vAlign w:val="center"/>
          </w:tcPr>
          <w:p w14:paraId="4A3A97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E453CA" w14:textId="77777777" w:rsidR="0085747A" w:rsidRPr="009C54AE" w:rsidRDefault="00313E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Żardecka</w:t>
            </w:r>
          </w:p>
        </w:tc>
      </w:tr>
    </w:tbl>
    <w:p w14:paraId="73202479" w14:textId="77777777" w:rsidR="006D03ED" w:rsidRDefault="006D03ED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1D8634AC" w14:textId="2C05BC93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9F66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98310F" w14:textId="77777777" w:rsidTr="002A0DF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9F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0BA2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E85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649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F9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0A3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9D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D9D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E6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5EC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93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312CAD2" w14:textId="77777777" w:rsidTr="002A0DF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FD12" w14:textId="4816C1A3" w:rsidR="00015B8F" w:rsidRPr="009C54AE" w:rsidRDefault="008524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4F52" w14:textId="77777777" w:rsidR="00015B8F" w:rsidRPr="009C54AE" w:rsidRDefault="00D206F1" w:rsidP="00D20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9D9C" w14:textId="77777777" w:rsidR="00015B8F" w:rsidRPr="009C54AE" w:rsidRDefault="00D206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32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3E7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4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13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2E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DE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A97B" w14:textId="3D95B897" w:rsidR="00015B8F" w:rsidRPr="009C54AE" w:rsidRDefault="001225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E880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A8706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EBFB3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12A110" w14:textId="77777777" w:rsidR="0085747A" w:rsidRPr="009C54AE" w:rsidRDefault="005A555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619A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7166D7" w14:textId="5DB64B4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5D82F203" w14:textId="77777777" w:rsidR="009C54AE" w:rsidRDefault="008358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38B47D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0BC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580C14" w14:textId="77777777" w:rsidTr="00745302">
        <w:tc>
          <w:tcPr>
            <w:tcW w:w="9670" w:type="dxa"/>
          </w:tcPr>
          <w:p w14:paraId="616BDF07" w14:textId="77777777" w:rsidR="0085747A" w:rsidRPr="009C54AE" w:rsidRDefault="005A55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nabyte podczas I, II i III semestru studiów</w:t>
            </w:r>
          </w:p>
        </w:tc>
      </w:tr>
    </w:tbl>
    <w:p w14:paraId="06D40A6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9FA8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047F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97E5D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C5A89A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FAAF86D" w14:textId="77777777" w:rsidTr="00923D7D">
        <w:tc>
          <w:tcPr>
            <w:tcW w:w="851" w:type="dxa"/>
            <w:vAlign w:val="center"/>
          </w:tcPr>
          <w:p w14:paraId="785EDBC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231A0B" w14:textId="77777777" w:rsidR="0085747A" w:rsidRPr="009C54AE" w:rsidRDefault="005A555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współczesnych sporów toczących się w filozofii</w:t>
            </w:r>
          </w:p>
        </w:tc>
      </w:tr>
      <w:tr w:rsidR="0085747A" w:rsidRPr="009C54AE" w14:paraId="3F10B6A0" w14:textId="77777777" w:rsidTr="00923D7D">
        <w:tc>
          <w:tcPr>
            <w:tcW w:w="851" w:type="dxa"/>
            <w:vAlign w:val="center"/>
          </w:tcPr>
          <w:p w14:paraId="3D096509" w14:textId="77777777" w:rsidR="0085747A" w:rsidRPr="009C54AE" w:rsidRDefault="005A555B" w:rsidP="005A55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C75D247" w14:textId="77777777" w:rsidR="0085747A" w:rsidRPr="009C54AE" w:rsidRDefault="005A555B" w:rsidP="00384A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Wyrobienie zdolności rozumienia współczesnych zagadnień filozoficznych, umiejętności czytania i analizowania tekstów filozofów współczesnych, </w:t>
            </w:r>
            <w:r w:rsidR="00384A8E">
              <w:rPr>
                <w:rFonts w:ascii="Corbel" w:hAnsi="Corbel"/>
                <w:b w:val="0"/>
                <w:sz w:val="24"/>
                <w:szCs w:val="24"/>
              </w:rPr>
              <w:t>formułowania opinii, stawiania tez, dobierania argumentów oraz dyskutowania na tematy filozoficzne</w:t>
            </w:r>
          </w:p>
        </w:tc>
      </w:tr>
      <w:tr w:rsidR="0085747A" w:rsidRPr="009C54AE" w14:paraId="635293E2" w14:textId="77777777" w:rsidTr="00923D7D">
        <w:tc>
          <w:tcPr>
            <w:tcW w:w="851" w:type="dxa"/>
            <w:vAlign w:val="center"/>
          </w:tcPr>
          <w:p w14:paraId="7F3AE0E0" w14:textId="77777777" w:rsidR="0085747A" w:rsidRPr="009C54AE" w:rsidRDefault="0085747A" w:rsidP="005A55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A55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D1FFE4" w14:textId="77777777" w:rsidR="0085747A" w:rsidRPr="009C54AE" w:rsidRDefault="00384A8E" w:rsidP="00D206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Rozwinięcie zainteresowań nowymi koncepcjami filozoficznymi, wyrobienie umiejętności kojarzenia ich z </w:t>
            </w:r>
            <w:r w:rsidR="00D206F1">
              <w:rPr>
                <w:rFonts w:ascii="Corbel" w:hAnsi="Corbel"/>
                <w:b w:val="0"/>
                <w:sz w:val="24"/>
                <w:szCs w:val="24"/>
              </w:rPr>
              <w:t xml:space="preserve">różnymi </w:t>
            </w:r>
            <w:r>
              <w:rPr>
                <w:rFonts w:ascii="Corbel" w:hAnsi="Corbel"/>
                <w:b w:val="0"/>
                <w:sz w:val="24"/>
                <w:szCs w:val="24"/>
              </w:rPr>
              <w:t>obszarami życia kulturalnego i społecznego; wyrobienie zdolności do krytycznej oceny posiadanej przez siebie wiedzy oraz umiejętności uczestniczenia w życiu społecznym i kulturalnym</w:t>
            </w:r>
          </w:p>
        </w:tc>
      </w:tr>
    </w:tbl>
    <w:p w14:paraId="72003E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7B3E0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906647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86F16F9" w14:textId="77777777" w:rsidTr="0071620A">
        <w:tc>
          <w:tcPr>
            <w:tcW w:w="1701" w:type="dxa"/>
            <w:vAlign w:val="center"/>
          </w:tcPr>
          <w:p w14:paraId="7549C4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A0E2CE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DD7F7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C27FD6B" w14:textId="77777777" w:rsidTr="005E6E85">
        <w:tc>
          <w:tcPr>
            <w:tcW w:w="1701" w:type="dxa"/>
          </w:tcPr>
          <w:p w14:paraId="38D131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C5CADC3" w14:textId="4B2D7142" w:rsidR="0085747A" w:rsidRPr="009C54AE" w:rsidRDefault="00D206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Uczestnik zajęć ma wiedzę z zakres</w:t>
            </w:r>
            <w:r w:rsidR="00D11B8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współczesnej filozofii i krytycznego myślenia</w:t>
            </w:r>
          </w:p>
        </w:tc>
        <w:tc>
          <w:tcPr>
            <w:tcW w:w="1873" w:type="dxa"/>
          </w:tcPr>
          <w:p w14:paraId="3B91195C" w14:textId="77777777" w:rsidR="0085747A" w:rsidRDefault="002922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2256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886BAA9" w14:textId="77777777" w:rsidR="0012256F" w:rsidRDefault="0012256F" w:rsidP="00122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1A82EF6E" w14:textId="653ED756" w:rsidR="0012256F" w:rsidRPr="009C54AE" w:rsidRDefault="001225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FE0FE6A" w14:textId="77777777" w:rsidTr="005E6E85">
        <w:tc>
          <w:tcPr>
            <w:tcW w:w="1701" w:type="dxa"/>
          </w:tcPr>
          <w:p w14:paraId="1531BD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2D7023" w14:textId="77777777" w:rsidR="0085747A" w:rsidRPr="009C54AE" w:rsidRDefault="00D206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Uczestnika zajęć zna metody analizy i interpretacji różnych współczesnych tekstów filozoficznych</w:t>
            </w:r>
          </w:p>
        </w:tc>
        <w:tc>
          <w:tcPr>
            <w:tcW w:w="1873" w:type="dxa"/>
          </w:tcPr>
          <w:p w14:paraId="5A33CA33" w14:textId="252085DF" w:rsidR="0012256F" w:rsidRPr="009C54AE" w:rsidRDefault="001225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7DE2A867" w14:textId="77777777" w:rsidTr="005E6E85">
        <w:tc>
          <w:tcPr>
            <w:tcW w:w="1701" w:type="dxa"/>
          </w:tcPr>
          <w:p w14:paraId="458CF3F6" w14:textId="77777777" w:rsidR="0085747A" w:rsidRPr="009C54AE" w:rsidRDefault="0085747A" w:rsidP="002922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227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B77FAD6" w14:textId="77777777" w:rsidR="0085747A" w:rsidRPr="009C54AE" w:rsidRDefault="00D206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Uczestnik zajęć potrafi formułować problemy badawcze z zakresu filozofii współczesnej</w:t>
            </w:r>
          </w:p>
        </w:tc>
        <w:tc>
          <w:tcPr>
            <w:tcW w:w="1873" w:type="dxa"/>
          </w:tcPr>
          <w:p w14:paraId="3B0A522C" w14:textId="77777777" w:rsidR="0085747A" w:rsidRDefault="00D206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4DEAEBF" w14:textId="082AA99A" w:rsidR="0012256F" w:rsidRPr="009C54AE" w:rsidRDefault="001225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29227E" w:rsidRPr="009C54AE" w14:paraId="22426E3C" w14:textId="77777777" w:rsidTr="005E6E85">
        <w:tc>
          <w:tcPr>
            <w:tcW w:w="1701" w:type="dxa"/>
          </w:tcPr>
          <w:p w14:paraId="7B638182" w14:textId="77777777" w:rsidR="0029227E" w:rsidRPr="009C54AE" w:rsidRDefault="0029227E" w:rsidP="002922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6C4F70" w14:textId="77777777" w:rsidR="0029227E" w:rsidRPr="009C54AE" w:rsidRDefault="00D206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Uczestnik zajęć umie krytycznie odnieść się do posiadanej przez siebie wiedzy, potrafi przyjmować nowe idee, gotów jest zmienić opinię w świetle dostępnych argumentów</w:t>
            </w:r>
          </w:p>
        </w:tc>
        <w:tc>
          <w:tcPr>
            <w:tcW w:w="1873" w:type="dxa"/>
          </w:tcPr>
          <w:p w14:paraId="5D30553A" w14:textId="77777777" w:rsidR="0029227E" w:rsidRDefault="00D206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98BB7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41E6D" w14:textId="77777777" w:rsidR="00D338CD" w:rsidRPr="009C54AE" w:rsidRDefault="00D338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0157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133B5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D911D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15DF24" w14:textId="77777777" w:rsidTr="00923D7D">
        <w:tc>
          <w:tcPr>
            <w:tcW w:w="9639" w:type="dxa"/>
          </w:tcPr>
          <w:p w14:paraId="1F8D26C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6DF7F98" w14:textId="77777777" w:rsidTr="00923D7D">
        <w:tc>
          <w:tcPr>
            <w:tcW w:w="9639" w:type="dxa"/>
          </w:tcPr>
          <w:p w14:paraId="1A1C3B5C" w14:textId="77777777" w:rsidR="008D5E1A" w:rsidRDefault="00430E6C" w:rsidP="00430E6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Uniwersytet jako miejsce sporów i przedmiot sporów – debata </w:t>
            </w:r>
            <w:r w:rsidR="007C43CC">
              <w:rPr>
                <w:rFonts w:ascii="Corbel" w:hAnsi="Corbel"/>
                <w:sz w:val="24"/>
                <w:szCs w:val="24"/>
              </w:rPr>
              <w:t xml:space="preserve">dotycząca </w:t>
            </w:r>
            <w:r>
              <w:rPr>
                <w:rFonts w:ascii="Corbel" w:hAnsi="Corbel"/>
                <w:sz w:val="24"/>
                <w:szCs w:val="24"/>
              </w:rPr>
              <w:t xml:space="preserve">roli uniwersytetów </w:t>
            </w:r>
          </w:p>
          <w:p w14:paraId="2300202F" w14:textId="229659C6" w:rsidR="0085747A" w:rsidRPr="009C54AE" w:rsidRDefault="00430E6C" w:rsidP="00C828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świecie współczesnym</w:t>
            </w:r>
            <w:r w:rsidR="00B87F68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Spór o relację między wiedzą a władzą</w:t>
            </w:r>
          </w:p>
        </w:tc>
      </w:tr>
      <w:tr w:rsidR="0085747A" w:rsidRPr="009C54AE" w14:paraId="37834C5D" w14:textId="77777777" w:rsidTr="00923D7D">
        <w:tc>
          <w:tcPr>
            <w:tcW w:w="9639" w:type="dxa"/>
          </w:tcPr>
          <w:p w14:paraId="572EBFDC" w14:textId="769AE6E6" w:rsidR="0085747A" w:rsidRPr="009C54AE" w:rsidRDefault="00AA0054" w:rsidP="00981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Spór o charakter ludzkie</w:t>
            </w:r>
            <w:r w:rsidR="00981823">
              <w:rPr>
                <w:rFonts w:ascii="Corbel" w:hAnsi="Corbel"/>
                <w:sz w:val="24"/>
                <w:szCs w:val="24"/>
              </w:rPr>
              <w:t>go</w:t>
            </w:r>
            <w:r>
              <w:rPr>
                <w:rFonts w:ascii="Corbel" w:hAnsi="Corbel"/>
                <w:sz w:val="24"/>
                <w:szCs w:val="24"/>
              </w:rPr>
              <w:t xml:space="preserve"> poznania – odkrywanie czy konstruowanie</w:t>
            </w:r>
            <w:r w:rsidR="00981823">
              <w:rPr>
                <w:rFonts w:ascii="Corbel" w:hAnsi="Corbel"/>
                <w:sz w:val="24"/>
                <w:szCs w:val="24"/>
              </w:rPr>
              <w:t xml:space="preserve"> wiedzy</w:t>
            </w:r>
          </w:p>
        </w:tc>
      </w:tr>
      <w:tr w:rsidR="0085747A" w:rsidRPr="009C54AE" w14:paraId="1C954B48" w14:textId="77777777" w:rsidTr="00923D7D">
        <w:tc>
          <w:tcPr>
            <w:tcW w:w="9639" w:type="dxa"/>
          </w:tcPr>
          <w:p w14:paraId="431565C6" w14:textId="1758E5FB" w:rsidR="00C52E78" w:rsidRDefault="00AA0054" w:rsidP="00981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Debata dotycząca społeczeństwa, państwa</w:t>
            </w:r>
            <w:r w:rsidR="006B4949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prawa</w:t>
            </w:r>
            <w:r w:rsidR="006B4949">
              <w:rPr>
                <w:rFonts w:ascii="Corbel" w:hAnsi="Corbel"/>
                <w:sz w:val="24"/>
                <w:szCs w:val="24"/>
              </w:rPr>
              <w:t>,</w:t>
            </w:r>
            <w:r w:rsidR="00C23839">
              <w:rPr>
                <w:rFonts w:ascii="Corbel" w:hAnsi="Corbel"/>
                <w:sz w:val="24"/>
                <w:szCs w:val="24"/>
              </w:rPr>
              <w:t xml:space="preserve"> wolnoś</w:t>
            </w:r>
            <w:r w:rsidR="006B4949">
              <w:rPr>
                <w:rFonts w:ascii="Corbel" w:hAnsi="Corbel"/>
                <w:sz w:val="24"/>
                <w:szCs w:val="24"/>
              </w:rPr>
              <w:t>ci</w:t>
            </w:r>
            <w:r w:rsidR="00C23839">
              <w:rPr>
                <w:rFonts w:ascii="Corbel" w:hAnsi="Corbel"/>
                <w:sz w:val="24"/>
                <w:szCs w:val="24"/>
              </w:rPr>
              <w:t>, sprawiedliwoś</w:t>
            </w:r>
            <w:r w:rsidR="006B4949">
              <w:rPr>
                <w:rFonts w:ascii="Corbel" w:hAnsi="Corbel"/>
                <w:sz w:val="24"/>
                <w:szCs w:val="24"/>
              </w:rPr>
              <w:t>ci</w:t>
            </w:r>
            <w:r w:rsidR="00C23839">
              <w:rPr>
                <w:rFonts w:ascii="Corbel" w:hAnsi="Corbel"/>
                <w:sz w:val="24"/>
                <w:szCs w:val="24"/>
              </w:rPr>
              <w:t xml:space="preserve">, praw </w:t>
            </w:r>
          </w:p>
          <w:p w14:paraId="26EE3C8A" w14:textId="3608F33A" w:rsidR="00C52E78" w:rsidRPr="009C54AE" w:rsidRDefault="00C23839" w:rsidP="00C52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człowieka</w:t>
            </w:r>
            <w:r w:rsidR="00C52E78">
              <w:rPr>
                <w:rFonts w:ascii="Corbel" w:hAnsi="Corbel"/>
                <w:sz w:val="24"/>
                <w:szCs w:val="24"/>
              </w:rPr>
              <w:t>, demokracj</w:t>
            </w:r>
            <w:r w:rsidR="006B4949">
              <w:rPr>
                <w:rFonts w:ascii="Corbel" w:hAnsi="Corbel"/>
                <w:sz w:val="24"/>
                <w:szCs w:val="24"/>
              </w:rPr>
              <w:t>i</w:t>
            </w:r>
            <w:r w:rsidR="00C52E78">
              <w:rPr>
                <w:rFonts w:ascii="Corbel" w:hAnsi="Corbel"/>
                <w:sz w:val="24"/>
                <w:szCs w:val="24"/>
              </w:rPr>
              <w:t>, liberalizm</w:t>
            </w:r>
            <w:r w:rsidR="006B4949">
              <w:rPr>
                <w:rFonts w:ascii="Corbel" w:hAnsi="Corbel"/>
                <w:sz w:val="24"/>
                <w:szCs w:val="24"/>
              </w:rPr>
              <w:t>u</w:t>
            </w:r>
            <w:r w:rsidR="00C52E78">
              <w:rPr>
                <w:rFonts w:ascii="Corbel" w:hAnsi="Corbel"/>
                <w:sz w:val="24"/>
                <w:szCs w:val="24"/>
              </w:rPr>
              <w:t>, władz</w:t>
            </w:r>
            <w:r w:rsidR="006B4949">
              <w:rPr>
                <w:rFonts w:ascii="Corbel" w:hAnsi="Corbel"/>
                <w:sz w:val="24"/>
                <w:szCs w:val="24"/>
              </w:rPr>
              <w:t>y</w:t>
            </w:r>
            <w:r w:rsidR="003D193C">
              <w:rPr>
                <w:rFonts w:ascii="Corbel" w:hAnsi="Corbel"/>
                <w:sz w:val="24"/>
                <w:szCs w:val="24"/>
              </w:rPr>
              <w:t xml:space="preserve"> politycznej.</w:t>
            </w:r>
          </w:p>
        </w:tc>
      </w:tr>
      <w:tr w:rsidR="00AA0054" w:rsidRPr="009C54AE" w14:paraId="11F15510" w14:textId="77777777" w:rsidTr="00923D7D">
        <w:tc>
          <w:tcPr>
            <w:tcW w:w="9639" w:type="dxa"/>
          </w:tcPr>
          <w:p w14:paraId="6D5F760C" w14:textId="05A58A72" w:rsidR="005E4E12" w:rsidRDefault="00981823" w:rsidP="003834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Człowiek – </w:t>
            </w:r>
            <w:r w:rsidR="0038346E">
              <w:rPr>
                <w:rFonts w:ascii="Corbel" w:hAnsi="Corbel"/>
                <w:sz w:val="24"/>
                <w:szCs w:val="24"/>
              </w:rPr>
              <w:t xml:space="preserve">niewyczerpane </w:t>
            </w:r>
            <w:r>
              <w:rPr>
                <w:rFonts w:ascii="Corbel" w:hAnsi="Corbel"/>
                <w:sz w:val="24"/>
                <w:szCs w:val="24"/>
              </w:rPr>
              <w:t>źródło problemów filozoficznych</w:t>
            </w:r>
            <w:r w:rsidR="005E4E12">
              <w:rPr>
                <w:rFonts w:ascii="Corbel" w:hAnsi="Corbel"/>
                <w:sz w:val="24"/>
                <w:szCs w:val="24"/>
              </w:rPr>
              <w:t xml:space="preserve"> -</w:t>
            </w:r>
          </w:p>
          <w:p w14:paraId="2675D822" w14:textId="14DDB75F" w:rsidR="00AA0054" w:rsidRDefault="006942DE" w:rsidP="003834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podmiotowość, autonomia, tożsamość</w:t>
            </w:r>
            <w:r w:rsidR="008439E9">
              <w:rPr>
                <w:rFonts w:ascii="Corbel" w:hAnsi="Corbel"/>
                <w:sz w:val="24"/>
                <w:szCs w:val="24"/>
              </w:rPr>
              <w:t>, moralna odpowiedzialność</w:t>
            </w:r>
            <w:r w:rsidR="008A652A">
              <w:rPr>
                <w:rFonts w:ascii="Corbel" w:hAnsi="Corbel"/>
                <w:sz w:val="24"/>
                <w:szCs w:val="24"/>
              </w:rPr>
              <w:t xml:space="preserve"> istoty ludzkiej</w:t>
            </w:r>
          </w:p>
        </w:tc>
      </w:tr>
      <w:tr w:rsidR="00C23839" w:rsidRPr="009C54AE" w14:paraId="5DC5752E" w14:textId="77777777" w:rsidTr="00923D7D">
        <w:tc>
          <w:tcPr>
            <w:tcW w:w="9639" w:type="dxa"/>
          </w:tcPr>
          <w:p w14:paraId="5FEC3E7F" w14:textId="77777777" w:rsidR="00C23839" w:rsidRDefault="00C23839" w:rsidP="00AF2E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</w:t>
            </w:r>
            <w:r w:rsidR="00852776">
              <w:rPr>
                <w:rFonts w:ascii="Corbel" w:hAnsi="Corbel"/>
                <w:sz w:val="24"/>
                <w:szCs w:val="24"/>
              </w:rPr>
              <w:t>estrzeń</w:t>
            </w:r>
            <w:r w:rsidR="006344EB">
              <w:rPr>
                <w:rFonts w:ascii="Corbel" w:hAnsi="Corbel"/>
                <w:sz w:val="24"/>
                <w:szCs w:val="24"/>
              </w:rPr>
              <w:t xml:space="preserve"> ludzkiego</w:t>
            </w:r>
            <w:r w:rsidR="00852776">
              <w:rPr>
                <w:rFonts w:ascii="Corbel" w:hAnsi="Corbel"/>
                <w:sz w:val="24"/>
                <w:szCs w:val="24"/>
              </w:rPr>
              <w:t xml:space="preserve"> doświadc</w:t>
            </w:r>
            <w:r w:rsidR="006344EB">
              <w:rPr>
                <w:rFonts w:ascii="Corbel" w:hAnsi="Corbel"/>
                <w:sz w:val="24"/>
                <w:szCs w:val="24"/>
              </w:rPr>
              <w:t>z</w:t>
            </w:r>
            <w:r w:rsidR="00852776">
              <w:rPr>
                <w:rFonts w:ascii="Corbel" w:hAnsi="Corbel"/>
                <w:sz w:val="24"/>
                <w:szCs w:val="24"/>
              </w:rPr>
              <w:t>enia i horyzont oczekiwań</w:t>
            </w:r>
            <w:r w:rsidR="0040630F">
              <w:rPr>
                <w:rFonts w:ascii="Corbel" w:hAnsi="Corbel"/>
                <w:sz w:val="24"/>
                <w:szCs w:val="24"/>
              </w:rPr>
              <w:t xml:space="preserve"> – namysł nad przeszłością i </w:t>
            </w:r>
            <w:r w:rsidR="009F2955">
              <w:rPr>
                <w:rFonts w:ascii="Corbel" w:hAnsi="Corbel"/>
                <w:sz w:val="24"/>
                <w:szCs w:val="24"/>
              </w:rPr>
              <w:t>pytanie</w:t>
            </w:r>
          </w:p>
          <w:p w14:paraId="72590FF1" w14:textId="640EE40F" w:rsidR="009F2955" w:rsidRDefault="006E52CC" w:rsidP="00AF2E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 przyszłość filozofii w czasach posthumanizmu i transhumanizmu</w:t>
            </w:r>
          </w:p>
        </w:tc>
      </w:tr>
    </w:tbl>
    <w:p w14:paraId="7B2D3D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9B598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C5F6C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EC3142" w14:textId="77777777" w:rsidTr="00923D7D">
        <w:tc>
          <w:tcPr>
            <w:tcW w:w="9639" w:type="dxa"/>
          </w:tcPr>
          <w:p w14:paraId="38999B6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1E776D" w14:textId="77777777" w:rsidTr="00923D7D">
        <w:tc>
          <w:tcPr>
            <w:tcW w:w="9639" w:type="dxa"/>
          </w:tcPr>
          <w:p w14:paraId="3B2AA591" w14:textId="77777777" w:rsidR="0085747A" w:rsidRPr="009C54AE" w:rsidRDefault="008663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Lektura tekstów filozoficznych podążająca za problematyką omawianą podczas wykładu</w:t>
            </w:r>
          </w:p>
        </w:tc>
      </w:tr>
      <w:tr w:rsidR="0085747A" w:rsidRPr="009C54AE" w14:paraId="0A241239" w14:textId="77777777" w:rsidTr="00923D7D">
        <w:tc>
          <w:tcPr>
            <w:tcW w:w="9639" w:type="dxa"/>
          </w:tcPr>
          <w:p w14:paraId="21D882F1" w14:textId="677986DD" w:rsidR="0085747A" w:rsidRPr="009C54AE" w:rsidRDefault="008663DF" w:rsidP="00866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Samodzielne poszukiwani</w:t>
            </w:r>
            <w:r w:rsidR="00E57CFC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literatury oraz samodzielna lektura i </w:t>
            </w:r>
            <w:r w:rsidR="001D7E06">
              <w:rPr>
                <w:rFonts w:ascii="Corbel" w:hAnsi="Corbel"/>
                <w:sz w:val="24"/>
                <w:szCs w:val="24"/>
              </w:rPr>
              <w:t>przygotowanie referatu</w:t>
            </w:r>
            <w:r>
              <w:rPr>
                <w:rFonts w:ascii="Corbel" w:hAnsi="Corbel"/>
                <w:sz w:val="24"/>
                <w:szCs w:val="24"/>
              </w:rPr>
              <w:t xml:space="preserve"> na wybrany temat</w:t>
            </w:r>
          </w:p>
        </w:tc>
      </w:tr>
      <w:tr w:rsidR="0085747A" w:rsidRPr="009C54AE" w14:paraId="1FE615E0" w14:textId="77777777" w:rsidTr="00923D7D">
        <w:tc>
          <w:tcPr>
            <w:tcW w:w="9639" w:type="dxa"/>
          </w:tcPr>
          <w:p w14:paraId="24DBD0CD" w14:textId="77777777" w:rsidR="0085747A" w:rsidRPr="009C54AE" w:rsidRDefault="008663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referatu oraz dyskusja</w:t>
            </w:r>
          </w:p>
        </w:tc>
      </w:tr>
    </w:tbl>
    <w:p w14:paraId="58E1FE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E1E3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4EE6581" w14:textId="77777777" w:rsidR="0085747A" w:rsidRDefault="0039105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</w:t>
      </w:r>
    </w:p>
    <w:p w14:paraId="68B8DAE8" w14:textId="77777777" w:rsidR="008663DF" w:rsidRPr="009C54AE" w:rsidRDefault="008663D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prezentacja referatów z dyskusją</w:t>
      </w:r>
    </w:p>
    <w:p w14:paraId="7D1EFFBC" w14:textId="77777777" w:rsidR="00C04DD9" w:rsidRDefault="00C04DD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716EF" w14:textId="46C7E16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37D8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69E19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FF51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6297D5D" w14:textId="77777777" w:rsidTr="00C05F44">
        <w:tc>
          <w:tcPr>
            <w:tcW w:w="1985" w:type="dxa"/>
            <w:vAlign w:val="center"/>
          </w:tcPr>
          <w:p w14:paraId="7ED8A74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95F00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27622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EDC29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00D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3B737F9" w14:textId="77777777" w:rsidTr="00C05F44">
        <w:tc>
          <w:tcPr>
            <w:tcW w:w="1985" w:type="dxa"/>
          </w:tcPr>
          <w:p w14:paraId="60BB44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B2FB7AB" w14:textId="77777777" w:rsidR="0085747A" w:rsidRPr="0039105D" w:rsidRDefault="003910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A5CD06" w14:textId="77777777" w:rsidR="0085747A" w:rsidRPr="009C54AE" w:rsidRDefault="00FE67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F2F179D" w14:textId="77777777" w:rsidTr="00C05F44">
        <w:tc>
          <w:tcPr>
            <w:tcW w:w="1985" w:type="dxa"/>
          </w:tcPr>
          <w:p w14:paraId="16EB08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1AA3854" w14:textId="77777777" w:rsidR="0085747A" w:rsidRPr="009C54AE" w:rsidRDefault="003910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A3FDDDD" w14:textId="77777777" w:rsidR="0085747A" w:rsidRPr="009C54AE" w:rsidRDefault="00FE67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9105D" w:rsidRPr="009C54AE" w14:paraId="250A478D" w14:textId="77777777" w:rsidTr="00C05F44">
        <w:tc>
          <w:tcPr>
            <w:tcW w:w="1985" w:type="dxa"/>
          </w:tcPr>
          <w:p w14:paraId="5CA9C1F1" w14:textId="77777777" w:rsidR="0039105D" w:rsidRPr="009C54AE" w:rsidRDefault="003910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7822792" w14:textId="7C5AE8DB" w:rsidR="0039105D" w:rsidRPr="009C54AE" w:rsidRDefault="008663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</w:t>
            </w:r>
            <w:r w:rsidR="006B4949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5734F0E4" w14:textId="77777777" w:rsidR="0039105D" w:rsidRPr="009C54AE" w:rsidRDefault="008663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9105D" w:rsidRPr="009C54AE" w14:paraId="720E1C4A" w14:textId="77777777" w:rsidTr="00C05F44">
        <w:tc>
          <w:tcPr>
            <w:tcW w:w="1985" w:type="dxa"/>
          </w:tcPr>
          <w:p w14:paraId="1667B535" w14:textId="77777777" w:rsidR="0039105D" w:rsidRDefault="003910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39F6296" w14:textId="703F160A" w:rsidR="0039105D" w:rsidRPr="009C54AE" w:rsidRDefault="008663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</w:t>
            </w:r>
            <w:r w:rsidR="006B4949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3495CE0A" w14:textId="77777777" w:rsidR="0039105D" w:rsidRPr="009C54AE" w:rsidRDefault="008663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226027B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E1440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5FB3CC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EE7C61" w14:textId="77777777" w:rsidTr="00923D7D">
        <w:tc>
          <w:tcPr>
            <w:tcW w:w="9670" w:type="dxa"/>
          </w:tcPr>
          <w:p w14:paraId="5B979650" w14:textId="77777777" w:rsidR="0085747A" w:rsidRDefault="0070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uzyskania zaliczenia jest uczestnictwo w zajęciach</w:t>
            </w:r>
            <w:r w:rsidR="008663DF">
              <w:rPr>
                <w:rFonts w:ascii="Corbel" w:hAnsi="Corbel"/>
                <w:b w:val="0"/>
                <w:smallCaps w:val="0"/>
                <w:szCs w:val="24"/>
              </w:rPr>
              <w:t>, przygotowanie i wygłoszenie referatu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otrzymanie pozytywnej oceny z kolokwium zaliczeniowego</w:t>
            </w:r>
            <w:r w:rsidR="00BF772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F9CF9F7" w14:textId="3FC08FBB" w:rsidR="00BF772A" w:rsidRPr="00BF772A" w:rsidRDefault="00782077" w:rsidP="007820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2077">
              <w:rPr>
                <w:rFonts w:ascii="Corbel" w:hAnsi="Corbel"/>
                <w:b w:val="0"/>
                <w:smallCaps w:val="0"/>
                <w:szCs w:val="24"/>
              </w:rPr>
              <w:t xml:space="preserve">Ocena 3 – student/ka zna omawiane </w:t>
            </w:r>
            <w:r w:rsidR="00CC0618">
              <w:rPr>
                <w:rFonts w:ascii="Corbel" w:hAnsi="Corbel"/>
                <w:b w:val="0"/>
                <w:smallCaps w:val="0"/>
                <w:szCs w:val="24"/>
              </w:rPr>
              <w:t>kwestie</w:t>
            </w:r>
            <w:r w:rsidRPr="00782077">
              <w:rPr>
                <w:rFonts w:ascii="Corbel" w:hAnsi="Corbel"/>
                <w:b w:val="0"/>
                <w:smallCaps w:val="0"/>
                <w:szCs w:val="24"/>
              </w:rPr>
              <w:t xml:space="preserve"> i rozumie je w stopniu dostatecznym, potrafi też </w:t>
            </w:r>
            <w:r w:rsidR="007A5E99">
              <w:rPr>
                <w:rFonts w:ascii="Corbel" w:hAnsi="Corbel"/>
                <w:b w:val="0"/>
                <w:smallCaps w:val="0"/>
                <w:szCs w:val="24"/>
              </w:rPr>
              <w:t xml:space="preserve">przywołać </w:t>
            </w:r>
            <w:r w:rsidRPr="00782077">
              <w:rPr>
                <w:rFonts w:ascii="Corbel" w:hAnsi="Corbel"/>
                <w:b w:val="0"/>
                <w:smallCaps w:val="0"/>
                <w:szCs w:val="24"/>
              </w:rPr>
              <w:t>odpowiedni</w:t>
            </w:r>
            <w:r w:rsidR="007A5E99">
              <w:rPr>
                <w:rFonts w:ascii="Corbel" w:hAnsi="Corbel"/>
                <w:b w:val="0"/>
                <w:smallCaps w:val="0"/>
                <w:szCs w:val="24"/>
              </w:rPr>
              <w:t>e stanowiska</w:t>
            </w:r>
            <w:r w:rsidR="00CC061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82077">
              <w:rPr>
                <w:rFonts w:ascii="Corbel" w:hAnsi="Corbel"/>
                <w:b w:val="0"/>
                <w:smallCaps w:val="0"/>
                <w:szCs w:val="24"/>
              </w:rPr>
              <w:t xml:space="preserve"> ma natomiast problemy z przeprowadzeniem argumentacji i nie potrafi samodzielnie rozwiązywać hipotetycznych problemów w oparciu o swoją wiedzę.</w:t>
            </w:r>
          </w:p>
          <w:p w14:paraId="342E3B6B" w14:textId="2AD3F6B6" w:rsidR="00BF772A" w:rsidRPr="00BF772A" w:rsidRDefault="00BF772A" w:rsidP="007820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772A">
              <w:rPr>
                <w:rFonts w:ascii="Corbel" w:hAnsi="Corbel"/>
                <w:b w:val="0"/>
                <w:szCs w:val="24"/>
              </w:rPr>
              <w:t xml:space="preserve">Ocena 4 – Student/ka zna i rozumie omawiane zagadnienia, potrafi odwołać się do odpowiednich </w:t>
            </w:r>
            <w:r w:rsidR="008126CE">
              <w:rPr>
                <w:rFonts w:ascii="Corbel" w:hAnsi="Corbel"/>
                <w:b w:val="0"/>
                <w:szCs w:val="24"/>
              </w:rPr>
              <w:t xml:space="preserve">stanowisk, </w:t>
            </w:r>
            <w:r w:rsidRPr="00BF772A">
              <w:rPr>
                <w:rFonts w:ascii="Corbel" w:hAnsi="Corbel"/>
                <w:b w:val="0"/>
                <w:szCs w:val="24"/>
              </w:rPr>
              <w:t xml:space="preserve">tekstów </w:t>
            </w:r>
            <w:r w:rsidR="000F0B8E">
              <w:rPr>
                <w:rFonts w:ascii="Corbel" w:hAnsi="Corbel"/>
                <w:b w:val="0"/>
                <w:szCs w:val="24"/>
              </w:rPr>
              <w:t>lub/</w:t>
            </w:r>
            <w:r w:rsidRPr="00BF772A">
              <w:rPr>
                <w:rFonts w:ascii="Corbel" w:hAnsi="Corbel"/>
                <w:b w:val="0"/>
                <w:szCs w:val="24"/>
              </w:rPr>
              <w:t xml:space="preserve">i </w:t>
            </w:r>
            <w:r w:rsidR="000F0B8E">
              <w:rPr>
                <w:rFonts w:ascii="Corbel" w:hAnsi="Corbel"/>
                <w:b w:val="0"/>
                <w:szCs w:val="24"/>
              </w:rPr>
              <w:t>autorów</w:t>
            </w:r>
            <w:r w:rsidRPr="00BF772A">
              <w:rPr>
                <w:rFonts w:ascii="Corbel" w:hAnsi="Corbel"/>
                <w:b w:val="0"/>
                <w:szCs w:val="24"/>
              </w:rPr>
              <w:t>, ma jednak problemy z przeprowadzeniem argumentacji i samodzielnym rozwiązywaniem hipotetycznych problemów w oparciu o zdobytą wiedzę.</w:t>
            </w:r>
          </w:p>
          <w:p w14:paraId="325834CD" w14:textId="11A3FBDA" w:rsidR="00BF772A" w:rsidRPr="009C54AE" w:rsidRDefault="00782077" w:rsidP="007820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772A">
              <w:rPr>
                <w:rFonts w:ascii="Corbel" w:hAnsi="Corbel"/>
                <w:b w:val="0"/>
                <w:szCs w:val="24"/>
              </w:rPr>
              <w:t xml:space="preserve">Ocena 5 – student/ka zna i rozumie omawiane zagadnienia, potrafi odwołać się do odpowiednich </w:t>
            </w:r>
            <w:r w:rsidR="00C1416E">
              <w:rPr>
                <w:rFonts w:ascii="Corbel" w:hAnsi="Corbel"/>
                <w:b w:val="0"/>
                <w:szCs w:val="24"/>
              </w:rPr>
              <w:t xml:space="preserve">stanowisk, </w:t>
            </w:r>
            <w:r w:rsidRPr="00BF772A">
              <w:rPr>
                <w:rFonts w:ascii="Corbel" w:hAnsi="Corbel"/>
                <w:b w:val="0"/>
                <w:szCs w:val="24"/>
              </w:rPr>
              <w:t xml:space="preserve">tekstów i </w:t>
            </w:r>
            <w:r w:rsidR="00214346">
              <w:rPr>
                <w:rFonts w:ascii="Corbel" w:hAnsi="Corbel"/>
                <w:b w:val="0"/>
                <w:szCs w:val="24"/>
              </w:rPr>
              <w:t xml:space="preserve">autorów, potrafi </w:t>
            </w:r>
            <w:r w:rsidRPr="00BF772A">
              <w:rPr>
                <w:rFonts w:ascii="Corbel" w:hAnsi="Corbel"/>
                <w:b w:val="0"/>
                <w:szCs w:val="24"/>
              </w:rPr>
              <w:t xml:space="preserve">wykorzystać je w pracy, potrafi </w:t>
            </w:r>
            <w:r w:rsidR="00AC1C62">
              <w:rPr>
                <w:rFonts w:ascii="Corbel" w:hAnsi="Corbel"/>
                <w:b w:val="0"/>
                <w:szCs w:val="24"/>
              </w:rPr>
              <w:t xml:space="preserve">też </w:t>
            </w:r>
            <w:r w:rsidRPr="00BF772A">
              <w:rPr>
                <w:rFonts w:ascii="Corbel" w:hAnsi="Corbel"/>
                <w:b w:val="0"/>
                <w:szCs w:val="24"/>
              </w:rPr>
              <w:t>przeprowadzić argumentację w oparciu o zdobytą wiedzę i samodzielnie rozwiązywać hipotetyczne problemy posługując się zdobytą wiedzą i umiejętnościami.</w:t>
            </w:r>
          </w:p>
        </w:tc>
      </w:tr>
    </w:tbl>
    <w:p w14:paraId="642682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002E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5C4B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EFF39F0" w14:textId="77777777" w:rsidTr="003E1941">
        <w:tc>
          <w:tcPr>
            <w:tcW w:w="4962" w:type="dxa"/>
            <w:vAlign w:val="center"/>
          </w:tcPr>
          <w:p w14:paraId="09C7A4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09B8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9D8F92C" w14:textId="77777777" w:rsidTr="00923D7D">
        <w:tc>
          <w:tcPr>
            <w:tcW w:w="4962" w:type="dxa"/>
          </w:tcPr>
          <w:p w14:paraId="305E8BA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202284" w14:textId="77777777" w:rsidR="0085747A" w:rsidRPr="009C54AE" w:rsidRDefault="008663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76AB1A83" w14:textId="77777777" w:rsidTr="00923D7D">
        <w:tc>
          <w:tcPr>
            <w:tcW w:w="4962" w:type="dxa"/>
          </w:tcPr>
          <w:p w14:paraId="63DBD0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EBA41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02C778" w14:textId="77777777" w:rsidR="00C61DC5" w:rsidRPr="009C54AE" w:rsidRDefault="007034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EE4FE33" w14:textId="77777777" w:rsidTr="00923D7D">
        <w:tc>
          <w:tcPr>
            <w:tcW w:w="4962" w:type="dxa"/>
          </w:tcPr>
          <w:p w14:paraId="1D25153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2ABC21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24291EE" w14:textId="15F320D6" w:rsidR="00C61DC5" w:rsidRPr="009C54AE" w:rsidRDefault="00195B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</w:tc>
      </w:tr>
      <w:tr w:rsidR="0085747A" w:rsidRPr="009C54AE" w14:paraId="67C7281D" w14:textId="77777777" w:rsidTr="00923D7D">
        <w:tc>
          <w:tcPr>
            <w:tcW w:w="4962" w:type="dxa"/>
          </w:tcPr>
          <w:p w14:paraId="41F8C0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0B18E6" w14:textId="6DE93833" w:rsidR="0085747A" w:rsidRPr="009C54AE" w:rsidRDefault="00195B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0D252F9A" w14:textId="77777777" w:rsidTr="00923D7D">
        <w:tc>
          <w:tcPr>
            <w:tcW w:w="4962" w:type="dxa"/>
          </w:tcPr>
          <w:p w14:paraId="5E5AC4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2DF537" w14:textId="4AA9136B" w:rsidR="0085747A" w:rsidRPr="009C54AE" w:rsidRDefault="00195B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9FDA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93D28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0005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AD9D0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E415D56" w14:textId="77777777" w:rsidTr="0071620A">
        <w:trPr>
          <w:trHeight w:val="397"/>
        </w:trPr>
        <w:tc>
          <w:tcPr>
            <w:tcW w:w="3544" w:type="dxa"/>
          </w:tcPr>
          <w:p w14:paraId="71199A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5B43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A63AEE" w14:textId="77777777" w:rsidTr="0071620A">
        <w:trPr>
          <w:trHeight w:val="397"/>
        </w:trPr>
        <w:tc>
          <w:tcPr>
            <w:tcW w:w="3544" w:type="dxa"/>
          </w:tcPr>
          <w:p w14:paraId="7CA652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CA3D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2F97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DC773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4D544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26A151" w14:textId="77777777" w:rsidTr="0071620A">
        <w:trPr>
          <w:trHeight w:val="397"/>
        </w:trPr>
        <w:tc>
          <w:tcPr>
            <w:tcW w:w="7513" w:type="dxa"/>
          </w:tcPr>
          <w:p w14:paraId="24A846F6" w14:textId="77777777" w:rsidR="00FC58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C58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6B70612" w14:textId="77777777" w:rsidR="00FC58D6" w:rsidRDefault="00FC58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Nussbaum, W trosce o człowieczeństwo, Wyd.Nauk.DSW, Warszawa 2008; </w:t>
            </w:r>
          </w:p>
          <w:p w14:paraId="1670D9AA" w14:textId="77777777" w:rsidR="00FC58D6" w:rsidRDefault="00FC58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Foucault, Filozofia, historia, polityka. Wybór pism, PWN, Warszawa 2000; </w:t>
            </w:r>
          </w:p>
          <w:p w14:paraId="025B06F5" w14:textId="77777777" w:rsidR="007034CD" w:rsidRPr="007034CD" w:rsidRDefault="00FC58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R. Esposito, Pojęcia polityczne, Universitas, Kraków 2015;</w:t>
            </w:r>
          </w:p>
        </w:tc>
      </w:tr>
      <w:tr w:rsidR="0085747A" w:rsidRPr="009C54AE" w14:paraId="64257EA9" w14:textId="77777777" w:rsidTr="0071620A">
        <w:trPr>
          <w:trHeight w:val="397"/>
        </w:trPr>
        <w:tc>
          <w:tcPr>
            <w:tcW w:w="7513" w:type="dxa"/>
          </w:tcPr>
          <w:p w14:paraId="1DDECF89" w14:textId="5A6D95FB" w:rsidR="007A5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</w:t>
            </w:r>
            <w:r w:rsidR="002D74B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A0E3C">
              <w:rPr>
                <w:rFonts w:ascii="Corbel" w:hAnsi="Corbel"/>
                <w:b w:val="0"/>
                <w:smallCaps w:val="0"/>
                <w:szCs w:val="24"/>
              </w:rPr>
              <w:t xml:space="preserve"> samodzielnie dobierana w trakcie przygotowywania referatu</w:t>
            </w:r>
            <w:r w:rsidR="002D74B0">
              <w:rPr>
                <w:rFonts w:ascii="Corbel" w:hAnsi="Corbel"/>
                <w:b w:val="0"/>
                <w:smallCaps w:val="0"/>
                <w:szCs w:val="24"/>
              </w:rPr>
              <w:t>. Propozycje:</w:t>
            </w:r>
          </w:p>
          <w:p w14:paraId="72EEFA9F" w14:textId="77777777" w:rsidR="00706556" w:rsidRDefault="007065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Derrida, Uniwersytet bezwarunkowy, </w:t>
            </w:r>
            <w:r w:rsidR="0008285D">
              <w:rPr>
                <w:rFonts w:ascii="Corbel" w:hAnsi="Corbel"/>
                <w:b w:val="0"/>
                <w:smallCaps w:val="0"/>
                <w:szCs w:val="24"/>
              </w:rPr>
              <w:t>Eperson-Ostrogi, Kraków 2015;</w:t>
            </w:r>
          </w:p>
          <w:p w14:paraId="55119E18" w14:textId="77777777" w:rsidR="00706556" w:rsidRDefault="007065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Momro, Widmontologie nowoczesności, Wyd.IBL PAN, Warszawa 2014;</w:t>
            </w:r>
          </w:p>
          <w:p w14:paraId="39FFA9BA" w14:textId="3658CC75" w:rsidR="00971A64" w:rsidRDefault="00971A6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R. Koselleck</w:t>
            </w:r>
            <w:r w:rsidR="00A40959">
              <w:rPr>
                <w:rFonts w:ascii="Corbel" w:hAnsi="Corbel"/>
                <w:b w:val="0"/>
                <w:smallCaps w:val="0"/>
                <w:szCs w:val="24"/>
              </w:rPr>
              <w:t>, Semantyka historyczna, Wyd. Poznańskie, Poznań 2012;</w:t>
            </w:r>
          </w:p>
          <w:p w14:paraId="1FEAF422" w14:textId="77777777" w:rsidR="00706556" w:rsidRDefault="007065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Foucault, Rządzenie żywymi, PWN, Warszawa 2014;</w:t>
            </w:r>
          </w:p>
          <w:p w14:paraId="13A48808" w14:textId="77777777" w:rsidR="00A732EC" w:rsidRDefault="00A732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D. Wolska, Odzyskać doświadczenie, Universitas, Kraków 2012;</w:t>
            </w:r>
          </w:p>
          <w:p w14:paraId="2A035FEB" w14:textId="77777777" w:rsidR="00503EF7" w:rsidRDefault="00503E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V. Descombes, To samo i inne, Spacja, Warszawa 1996;</w:t>
            </w:r>
          </w:p>
          <w:p w14:paraId="5E837902" w14:textId="77777777" w:rsidR="00503EF7" w:rsidRDefault="00503E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Kowalska, Dialektyka poza dialektyką, Aletheia, Warszawa 2000;</w:t>
            </w:r>
          </w:p>
          <w:p w14:paraId="74C63C3B" w14:textId="77777777" w:rsidR="00EE6F30" w:rsidRDefault="00EE6F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P. Dybel, Dylematy demokracji, Universitas, Kraków 2015;</w:t>
            </w:r>
          </w:p>
          <w:p w14:paraId="7401A2F5" w14:textId="77777777" w:rsidR="00482123" w:rsidRDefault="004821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P. Bourdieu, Rozum praktyczny, Wyd.UJ, Kraków 2009;</w:t>
            </w:r>
          </w:p>
          <w:p w14:paraId="7DD59732" w14:textId="77777777" w:rsidR="00482123" w:rsidRDefault="004821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P. Bourdieu, Zmysł praktyczny, Wyd.UJ, Kraków 2008</w:t>
            </w:r>
            <w:r w:rsidR="00FC58D6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061665A9" w14:textId="77777777" w:rsidR="00EE6F30" w:rsidRDefault="00EE6F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R. Sendyka, Od kultury „ja” do kultury „siebie”, Universitas, Kraków 2015;</w:t>
            </w:r>
          </w:p>
          <w:p w14:paraId="2446A7B0" w14:textId="77777777" w:rsidR="00EE6F30" w:rsidRDefault="00EE6F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 Warmbier, Tożsamość, narracja i hermeneutyka „siebie”, Universitas, Kraków 2018;</w:t>
            </w:r>
          </w:p>
          <w:p w14:paraId="459BD39E" w14:textId="5DF21627" w:rsidR="0085747A" w:rsidRDefault="0070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P. Majewski, M. Napiórkowski (red), Antropologia pamięci, Wyd.UW, Warszawa 2018;</w:t>
            </w:r>
          </w:p>
          <w:p w14:paraId="06123596" w14:textId="77777777" w:rsidR="00010453" w:rsidRDefault="000104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H. White, Proza historyczna, Universitas, Kraków 2009;</w:t>
            </w:r>
          </w:p>
          <w:p w14:paraId="039E5F29" w14:textId="77777777" w:rsidR="00010453" w:rsidRDefault="000104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H. White, Przeszłość praktyczna, Universitas, Kraków 2014;</w:t>
            </w:r>
          </w:p>
          <w:p w14:paraId="6DB56D0D" w14:textId="77777777" w:rsidR="00503EF7" w:rsidRPr="009C54AE" w:rsidRDefault="00503EF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P. Jakubowski, Pułapki tożsamości, Universitas, Kraków 2016.</w:t>
            </w:r>
          </w:p>
        </w:tc>
      </w:tr>
    </w:tbl>
    <w:p w14:paraId="0D790B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C6EC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5A7F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DE675" w14:textId="77777777" w:rsidR="00592232" w:rsidRDefault="00592232" w:rsidP="00C16ABF">
      <w:pPr>
        <w:spacing w:after="0" w:line="240" w:lineRule="auto"/>
      </w:pPr>
      <w:r>
        <w:separator/>
      </w:r>
    </w:p>
  </w:endnote>
  <w:endnote w:type="continuationSeparator" w:id="0">
    <w:p w14:paraId="760CC5DE" w14:textId="77777777" w:rsidR="00592232" w:rsidRDefault="005922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C37E7" w14:textId="77777777" w:rsidR="00592232" w:rsidRDefault="00592232" w:rsidP="00C16ABF">
      <w:pPr>
        <w:spacing w:after="0" w:line="240" w:lineRule="auto"/>
      </w:pPr>
      <w:r>
        <w:separator/>
      </w:r>
    </w:p>
  </w:footnote>
  <w:footnote w:type="continuationSeparator" w:id="0">
    <w:p w14:paraId="731CA30A" w14:textId="77777777" w:rsidR="00592232" w:rsidRDefault="00592232" w:rsidP="00C16ABF">
      <w:pPr>
        <w:spacing w:after="0" w:line="240" w:lineRule="auto"/>
      </w:pPr>
      <w:r>
        <w:continuationSeparator/>
      </w:r>
    </w:p>
  </w:footnote>
  <w:footnote w:id="1">
    <w:p w14:paraId="7790BB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01711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453"/>
    <w:rsid w:val="00015B8F"/>
    <w:rsid w:val="00022ECE"/>
    <w:rsid w:val="00042A51"/>
    <w:rsid w:val="00042D2E"/>
    <w:rsid w:val="00044C82"/>
    <w:rsid w:val="00070ED6"/>
    <w:rsid w:val="000742DC"/>
    <w:rsid w:val="0008285D"/>
    <w:rsid w:val="00084C12"/>
    <w:rsid w:val="0009462C"/>
    <w:rsid w:val="00094B12"/>
    <w:rsid w:val="00096C46"/>
    <w:rsid w:val="000A296F"/>
    <w:rsid w:val="000A2A28"/>
    <w:rsid w:val="000A3CDF"/>
    <w:rsid w:val="000B192D"/>
    <w:rsid w:val="000B1BEA"/>
    <w:rsid w:val="000B28EE"/>
    <w:rsid w:val="000B3E37"/>
    <w:rsid w:val="000B6049"/>
    <w:rsid w:val="000D04B0"/>
    <w:rsid w:val="000D1902"/>
    <w:rsid w:val="000D573A"/>
    <w:rsid w:val="000F0B8E"/>
    <w:rsid w:val="000F1C57"/>
    <w:rsid w:val="000F5615"/>
    <w:rsid w:val="0012256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B43"/>
    <w:rsid w:val="001A70D2"/>
    <w:rsid w:val="001D657B"/>
    <w:rsid w:val="001D7B54"/>
    <w:rsid w:val="001D7E06"/>
    <w:rsid w:val="001E0209"/>
    <w:rsid w:val="001F2CA2"/>
    <w:rsid w:val="00214346"/>
    <w:rsid w:val="002144C0"/>
    <w:rsid w:val="0021775B"/>
    <w:rsid w:val="0022477D"/>
    <w:rsid w:val="002278A9"/>
    <w:rsid w:val="002336F9"/>
    <w:rsid w:val="0024028F"/>
    <w:rsid w:val="00244ABC"/>
    <w:rsid w:val="00281FF2"/>
    <w:rsid w:val="002857DE"/>
    <w:rsid w:val="00291567"/>
    <w:rsid w:val="0029227E"/>
    <w:rsid w:val="0029575C"/>
    <w:rsid w:val="002A0DF4"/>
    <w:rsid w:val="002A22BF"/>
    <w:rsid w:val="002A2389"/>
    <w:rsid w:val="002A64B8"/>
    <w:rsid w:val="002A671D"/>
    <w:rsid w:val="002B4D55"/>
    <w:rsid w:val="002B5EA0"/>
    <w:rsid w:val="002B6119"/>
    <w:rsid w:val="002C1F06"/>
    <w:rsid w:val="002D3375"/>
    <w:rsid w:val="002D3E58"/>
    <w:rsid w:val="002D73D4"/>
    <w:rsid w:val="002D74B0"/>
    <w:rsid w:val="002F02A3"/>
    <w:rsid w:val="002F4ABE"/>
    <w:rsid w:val="003018BA"/>
    <w:rsid w:val="0030395F"/>
    <w:rsid w:val="003059BB"/>
    <w:rsid w:val="00305C92"/>
    <w:rsid w:val="00313EEF"/>
    <w:rsid w:val="003151C5"/>
    <w:rsid w:val="003343CF"/>
    <w:rsid w:val="00346FE9"/>
    <w:rsid w:val="0034759A"/>
    <w:rsid w:val="003503F6"/>
    <w:rsid w:val="003530DD"/>
    <w:rsid w:val="00363F78"/>
    <w:rsid w:val="0038346E"/>
    <w:rsid w:val="00384A8E"/>
    <w:rsid w:val="0039105D"/>
    <w:rsid w:val="003A0A5B"/>
    <w:rsid w:val="003A1176"/>
    <w:rsid w:val="003C0BAE"/>
    <w:rsid w:val="003D18A9"/>
    <w:rsid w:val="003D193C"/>
    <w:rsid w:val="003D6CE2"/>
    <w:rsid w:val="003E1941"/>
    <w:rsid w:val="003E2FE6"/>
    <w:rsid w:val="003E49D5"/>
    <w:rsid w:val="003F205D"/>
    <w:rsid w:val="003F38C0"/>
    <w:rsid w:val="0040630F"/>
    <w:rsid w:val="00414E3C"/>
    <w:rsid w:val="0042244A"/>
    <w:rsid w:val="0042745A"/>
    <w:rsid w:val="00430E6C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123"/>
    <w:rsid w:val="004840FD"/>
    <w:rsid w:val="00490F7D"/>
    <w:rsid w:val="00491678"/>
    <w:rsid w:val="004968E2"/>
    <w:rsid w:val="004A3EEA"/>
    <w:rsid w:val="004A4D1F"/>
    <w:rsid w:val="004A68DA"/>
    <w:rsid w:val="004D38A3"/>
    <w:rsid w:val="004D5282"/>
    <w:rsid w:val="004F1551"/>
    <w:rsid w:val="004F55A3"/>
    <w:rsid w:val="00503EF7"/>
    <w:rsid w:val="0050496F"/>
    <w:rsid w:val="00513B6F"/>
    <w:rsid w:val="00517C63"/>
    <w:rsid w:val="005363C4"/>
    <w:rsid w:val="00536BDE"/>
    <w:rsid w:val="00543ACC"/>
    <w:rsid w:val="0056696D"/>
    <w:rsid w:val="00592232"/>
    <w:rsid w:val="0059484D"/>
    <w:rsid w:val="005A0855"/>
    <w:rsid w:val="005A0E3C"/>
    <w:rsid w:val="005A3196"/>
    <w:rsid w:val="005A555B"/>
    <w:rsid w:val="005C080F"/>
    <w:rsid w:val="005C55E5"/>
    <w:rsid w:val="005C696A"/>
    <w:rsid w:val="005E4E12"/>
    <w:rsid w:val="005E6E85"/>
    <w:rsid w:val="005F31D2"/>
    <w:rsid w:val="0061029B"/>
    <w:rsid w:val="00617230"/>
    <w:rsid w:val="00621CE1"/>
    <w:rsid w:val="00627FC9"/>
    <w:rsid w:val="00630431"/>
    <w:rsid w:val="00632FE9"/>
    <w:rsid w:val="006344EB"/>
    <w:rsid w:val="00647FA8"/>
    <w:rsid w:val="00650C5F"/>
    <w:rsid w:val="00654934"/>
    <w:rsid w:val="006620D9"/>
    <w:rsid w:val="00671958"/>
    <w:rsid w:val="00675413"/>
    <w:rsid w:val="00675843"/>
    <w:rsid w:val="0069042F"/>
    <w:rsid w:val="006942DE"/>
    <w:rsid w:val="00696477"/>
    <w:rsid w:val="006B0925"/>
    <w:rsid w:val="006B4949"/>
    <w:rsid w:val="006D03ED"/>
    <w:rsid w:val="006D050F"/>
    <w:rsid w:val="006D6139"/>
    <w:rsid w:val="006E52CC"/>
    <w:rsid w:val="006E5D65"/>
    <w:rsid w:val="006F1282"/>
    <w:rsid w:val="006F1FBC"/>
    <w:rsid w:val="006F31E2"/>
    <w:rsid w:val="006F66FC"/>
    <w:rsid w:val="007034CD"/>
    <w:rsid w:val="00706544"/>
    <w:rsid w:val="00706556"/>
    <w:rsid w:val="007072BA"/>
    <w:rsid w:val="0071620A"/>
    <w:rsid w:val="00724677"/>
    <w:rsid w:val="00725459"/>
    <w:rsid w:val="00727E7F"/>
    <w:rsid w:val="007327BD"/>
    <w:rsid w:val="00732F39"/>
    <w:rsid w:val="00734608"/>
    <w:rsid w:val="00745302"/>
    <w:rsid w:val="007461D6"/>
    <w:rsid w:val="00746EC8"/>
    <w:rsid w:val="007542B6"/>
    <w:rsid w:val="00763BF1"/>
    <w:rsid w:val="00766FD4"/>
    <w:rsid w:val="0078168C"/>
    <w:rsid w:val="00782077"/>
    <w:rsid w:val="00787C2A"/>
    <w:rsid w:val="00790E27"/>
    <w:rsid w:val="007A4022"/>
    <w:rsid w:val="007A5B4C"/>
    <w:rsid w:val="007A5E99"/>
    <w:rsid w:val="007A6E6E"/>
    <w:rsid w:val="007C3299"/>
    <w:rsid w:val="007C3BCC"/>
    <w:rsid w:val="007C43CC"/>
    <w:rsid w:val="007C4546"/>
    <w:rsid w:val="007D6E56"/>
    <w:rsid w:val="007F4155"/>
    <w:rsid w:val="008126CE"/>
    <w:rsid w:val="0081554D"/>
    <w:rsid w:val="0081707E"/>
    <w:rsid w:val="00835868"/>
    <w:rsid w:val="008439E9"/>
    <w:rsid w:val="008449B3"/>
    <w:rsid w:val="00852484"/>
    <w:rsid w:val="00852776"/>
    <w:rsid w:val="008552A2"/>
    <w:rsid w:val="0085747A"/>
    <w:rsid w:val="008663DF"/>
    <w:rsid w:val="00884922"/>
    <w:rsid w:val="00885F64"/>
    <w:rsid w:val="008917F9"/>
    <w:rsid w:val="008A45F7"/>
    <w:rsid w:val="008A652A"/>
    <w:rsid w:val="008C0CC0"/>
    <w:rsid w:val="008C19A9"/>
    <w:rsid w:val="008C379D"/>
    <w:rsid w:val="008C5147"/>
    <w:rsid w:val="008C5359"/>
    <w:rsid w:val="008C5363"/>
    <w:rsid w:val="008D3DFB"/>
    <w:rsid w:val="008D5E1A"/>
    <w:rsid w:val="008E64F4"/>
    <w:rsid w:val="008F12C9"/>
    <w:rsid w:val="008F6E29"/>
    <w:rsid w:val="00916188"/>
    <w:rsid w:val="00923BD9"/>
    <w:rsid w:val="00923D7D"/>
    <w:rsid w:val="009264E1"/>
    <w:rsid w:val="009508DF"/>
    <w:rsid w:val="00950DAC"/>
    <w:rsid w:val="00954A07"/>
    <w:rsid w:val="00971A64"/>
    <w:rsid w:val="00981823"/>
    <w:rsid w:val="00986646"/>
    <w:rsid w:val="00997F14"/>
    <w:rsid w:val="009A78D9"/>
    <w:rsid w:val="009C3E31"/>
    <w:rsid w:val="009C54AE"/>
    <w:rsid w:val="009C788E"/>
    <w:rsid w:val="009D3F3B"/>
    <w:rsid w:val="009D4216"/>
    <w:rsid w:val="009E0543"/>
    <w:rsid w:val="009E3B41"/>
    <w:rsid w:val="009F2955"/>
    <w:rsid w:val="009F3C5C"/>
    <w:rsid w:val="009F4610"/>
    <w:rsid w:val="00A00ECC"/>
    <w:rsid w:val="00A04EEB"/>
    <w:rsid w:val="00A155EE"/>
    <w:rsid w:val="00A2245B"/>
    <w:rsid w:val="00A30110"/>
    <w:rsid w:val="00A36899"/>
    <w:rsid w:val="00A371F6"/>
    <w:rsid w:val="00A40959"/>
    <w:rsid w:val="00A43BF6"/>
    <w:rsid w:val="00A53FA5"/>
    <w:rsid w:val="00A54817"/>
    <w:rsid w:val="00A601C8"/>
    <w:rsid w:val="00A60799"/>
    <w:rsid w:val="00A732EC"/>
    <w:rsid w:val="00A84C85"/>
    <w:rsid w:val="00A87EF1"/>
    <w:rsid w:val="00A97DE1"/>
    <w:rsid w:val="00AA0054"/>
    <w:rsid w:val="00AB053C"/>
    <w:rsid w:val="00AC1C62"/>
    <w:rsid w:val="00AC5C2A"/>
    <w:rsid w:val="00AD1146"/>
    <w:rsid w:val="00AD27D3"/>
    <w:rsid w:val="00AD66D6"/>
    <w:rsid w:val="00AE1160"/>
    <w:rsid w:val="00AE203C"/>
    <w:rsid w:val="00AE2E74"/>
    <w:rsid w:val="00AE5FCB"/>
    <w:rsid w:val="00AF2C1E"/>
    <w:rsid w:val="00AF2E7E"/>
    <w:rsid w:val="00AF4DD3"/>
    <w:rsid w:val="00B00BF7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68"/>
    <w:rsid w:val="00B90885"/>
    <w:rsid w:val="00BB520A"/>
    <w:rsid w:val="00BC6C97"/>
    <w:rsid w:val="00BD3869"/>
    <w:rsid w:val="00BD66E9"/>
    <w:rsid w:val="00BD6FF4"/>
    <w:rsid w:val="00BF26B7"/>
    <w:rsid w:val="00BF2C41"/>
    <w:rsid w:val="00BF772A"/>
    <w:rsid w:val="00C04DD9"/>
    <w:rsid w:val="00C058B4"/>
    <w:rsid w:val="00C05F44"/>
    <w:rsid w:val="00C131B5"/>
    <w:rsid w:val="00C1416E"/>
    <w:rsid w:val="00C16ABF"/>
    <w:rsid w:val="00C170AE"/>
    <w:rsid w:val="00C23839"/>
    <w:rsid w:val="00C26CB7"/>
    <w:rsid w:val="00C324C1"/>
    <w:rsid w:val="00C36992"/>
    <w:rsid w:val="00C52E78"/>
    <w:rsid w:val="00C56036"/>
    <w:rsid w:val="00C61DC5"/>
    <w:rsid w:val="00C67E92"/>
    <w:rsid w:val="00C70A26"/>
    <w:rsid w:val="00C766DF"/>
    <w:rsid w:val="00C828E2"/>
    <w:rsid w:val="00C94B98"/>
    <w:rsid w:val="00CA2B96"/>
    <w:rsid w:val="00CA5089"/>
    <w:rsid w:val="00CC0618"/>
    <w:rsid w:val="00CD550B"/>
    <w:rsid w:val="00CD6897"/>
    <w:rsid w:val="00CE5BAC"/>
    <w:rsid w:val="00CF25BE"/>
    <w:rsid w:val="00CF78ED"/>
    <w:rsid w:val="00D02B25"/>
    <w:rsid w:val="00D02EBA"/>
    <w:rsid w:val="00D11B8F"/>
    <w:rsid w:val="00D17C3C"/>
    <w:rsid w:val="00D206F1"/>
    <w:rsid w:val="00D2463D"/>
    <w:rsid w:val="00D26B2C"/>
    <w:rsid w:val="00D338CD"/>
    <w:rsid w:val="00D352C9"/>
    <w:rsid w:val="00D425B2"/>
    <w:rsid w:val="00D428D6"/>
    <w:rsid w:val="00D552B2"/>
    <w:rsid w:val="00D608D1"/>
    <w:rsid w:val="00D60B04"/>
    <w:rsid w:val="00D7091D"/>
    <w:rsid w:val="00D74119"/>
    <w:rsid w:val="00D756FA"/>
    <w:rsid w:val="00D8075B"/>
    <w:rsid w:val="00D84CCC"/>
    <w:rsid w:val="00D8678B"/>
    <w:rsid w:val="00DA0B0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CFC"/>
    <w:rsid w:val="00E63348"/>
    <w:rsid w:val="00E675F0"/>
    <w:rsid w:val="00E742AA"/>
    <w:rsid w:val="00E76706"/>
    <w:rsid w:val="00E77E88"/>
    <w:rsid w:val="00E8107D"/>
    <w:rsid w:val="00E9021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F30"/>
    <w:rsid w:val="00F070AB"/>
    <w:rsid w:val="00F17567"/>
    <w:rsid w:val="00F27A7B"/>
    <w:rsid w:val="00F41A3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3F70"/>
    <w:rsid w:val="00FC58D6"/>
    <w:rsid w:val="00FD503F"/>
    <w:rsid w:val="00FD63CF"/>
    <w:rsid w:val="00FD7589"/>
    <w:rsid w:val="00FE670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662A"/>
  <w15:docId w15:val="{BDCD0201-4FEB-4460-8126-5EC0BE7CD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00005-4698-4D86-AC98-8DFF42D3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25</TotalTime>
  <Pages>4</Pages>
  <Words>1042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42</cp:revision>
  <cp:lastPrinted>2019-02-06T12:12:00Z</cp:lastPrinted>
  <dcterms:created xsi:type="dcterms:W3CDTF">2024-09-06T13:50:00Z</dcterms:created>
  <dcterms:modified xsi:type="dcterms:W3CDTF">2025-06-30T09:47:00Z</dcterms:modified>
</cp:coreProperties>
</file>